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AB4460E" w:rsidR="008145D7" w:rsidRDefault="008145D7" w:rsidP="00A95138">
      <w:r>
        <w:t xml:space="preserve">Příloha č. </w:t>
      </w:r>
      <w:r w:rsidR="001F532C">
        <w:t>5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3911EF">
        <w:rPr>
          <w:rStyle w:val="Tunpodbarven"/>
          <w:rFonts w:eastAsiaTheme="minorHAnsi"/>
        </w:rPr>
        <w:t>24</w:t>
      </w:r>
      <w:r w:rsidR="00910A74" w:rsidRPr="003911EF">
        <w:rPr>
          <w:rStyle w:val="Tunpodbarven"/>
          <w:rFonts w:eastAsiaTheme="minorHAnsi"/>
        </w:rPr>
        <w:t>.2. a</w:t>
      </w:r>
      <w:r w:rsidR="008F128C" w:rsidRPr="003911EF">
        <w:rPr>
          <w:rStyle w:val="Tunpodbarven"/>
          <w:rFonts w:eastAsiaTheme="minorHAnsi"/>
        </w:rPr>
        <w:t xml:space="preserve"> </w:t>
      </w:r>
      <w:r w:rsidR="003911EF">
        <w:rPr>
          <w:rStyle w:val="Tunpodbarven"/>
          <w:rFonts w:eastAsiaTheme="minorHAnsi"/>
        </w:rPr>
        <w:t>24</w:t>
      </w:r>
      <w:r w:rsidRPr="003911EF">
        <w:rPr>
          <w:rStyle w:val="Tunpodbarven"/>
          <w:rFonts w:eastAsiaTheme="minorHAnsi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6BC12998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</w:t>
      </w:r>
      <w:r w:rsidR="003911EF">
        <w:rPr>
          <w:rStyle w:val="tun"/>
          <w:rFonts w:eastAsiaTheme="minorHAnsi"/>
        </w:rPr>
        <w:t xml:space="preserve"> §</w:t>
      </w:r>
      <w:r w:rsidRPr="00A95138">
        <w:rPr>
          <w:rStyle w:val="tun"/>
          <w:rFonts w:eastAsiaTheme="minorHAnsi"/>
        </w:rPr>
        <w:t xml:space="preserve">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3911EF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3911EF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3911EF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3911EF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3911EF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3911EF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3911EF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3911EF">
        <w:rPr>
          <w:highlight w:val="green"/>
        </w:rPr>
        <w:t>]</w:t>
      </w:r>
    </w:p>
    <w:p w14:paraId="36F9CEA7" w14:textId="2673407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1F532C">
        <w:rPr>
          <w:rFonts w:eastAsia="Times New Roman" w:cs="Times New Roman"/>
          <w:lang w:eastAsia="cs-CZ"/>
        </w:rPr>
        <w:t>na</w:t>
      </w:r>
      <w:r w:rsidRPr="001F532C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1F532C">
        <w:t>„</w:t>
      </w:r>
      <w:bookmarkEnd w:id="0"/>
      <w:r w:rsidR="001F532C" w:rsidRPr="001F532C">
        <w:rPr>
          <w:rStyle w:val="tun"/>
          <w:rFonts w:eastAsiaTheme="minorHAnsi"/>
        </w:rPr>
        <w:t xml:space="preserve">Dodávky náhradních dílů čelisťových závěrů </w:t>
      </w:r>
      <w:proofErr w:type="gramStart"/>
      <w:r w:rsidR="001F532C" w:rsidRPr="001F532C">
        <w:rPr>
          <w:rStyle w:val="tun"/>
          <w:rFonts w:eastAsiaTheme="minorHAnsi"/>
        </w:rPr>
        <w:t>2025 - 2027</w:t>
      </w:r>
      <w:proofErr w:type="gramEnd"/>
      <w:r w:rsidRPr="001F532C">
        <w:t>“</w:t>
      </w:r>
      <w:r w:rsidRPr="001F532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248E0463" w14:textId="30F053E4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dále uvedené údaje a další skutečnosti uvedené či jinak řádné označené v</w:t>
      </w:r>
      <w:r w:rsidR="003911EF" w:rsidDel="003911E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</w:t>
      </w:r>
      <w:r w:rsidR="002D21D5">
        <w:rPr>
          <w:rFonts w:eastAsia="Calibri" w:cs="Times New Roman"/>
        </w:rPr>
        <w:lastRenderedPageBreak/>
        <w:t>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3911EF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3911EF">
        <w:rPr>
          <w:highlight w:val="green"/>
        </w:rPr>
        <w:t>]</w:t>
      </w:r>
      <w:r>
        <w:t xml:space="preserve"> dne </w:t>
      </w:r>
      <w:r w:rsidR="00E75DFF" w:rsidRPr="003911EF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3911EF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1BE6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8C66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853A0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89BA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D87AB" w14:textId="2DBD6EF8" w:rsidR="003911EF" w:rsidRDefault="003911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B740A5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5814654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F532C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11EF"/>
    <w:rsid w:val="003956C6"/>
    <w:rsid w:val="00395D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5D1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03502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488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501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043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091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395DC6"/>
    <w:rsid w:val="00451C58"/>
    <w:rsid w:val="004F7E9F"/>
    <w:rsid w:val="00535D17"/>
    <w:rsid w:val="00D834C6"/>
    <w:rsid w:val="00FC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e4a6a96-f3e4-483d-987d-304999e1d579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2025-07-23T12:32:00Z</dcterms:created>
  <dcterms:modified xsi:type="dcterms:W3CDTF">2025-07-23T12:32:00Z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